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0BDA5" w14:textId="2C131365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25E4B">
        <w:rPr>
          <w:rFonts w:asciiTheme="majorHAnsi" w:eastAsia="Times New Roman" w:hAnsiTheme="majorHAnsi" w:cs="Times New Roman"/>
          <w:lang w:eastAsia="cs-CZ"/>
        </w:rPr>
        <w:t>7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6F38DADC" w14:textId="053597FB" w:rsidR="008D22C9" w:rsidRPr="00E255CB" w:rsidRDefault="00FC3D46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Pevná část plnění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1B54FAB8" w:rsidR="00CC7B49" w:rsidRPr="00E255CB" w:rsidRDefault="004263C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7E9A6E2C" w:rsidR="008D22C9" w:rsidRPr="00E255CB" w:rsidRDefault="001723AA" w:rsidP="00FC3D46">
            <w:pPr>
              <w:jc w:val="left"/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po dokončení </w:t>
            </w:r>
            <w:r w:rsidR="00070450">
              <w:rPr>
                <w:rFonts w:asciiTheme="minorHAnsi" w:hAnsiTheme="minorHAnsi"/>
                <w:szCs w:val="18"/>
              </w:rPr>
              <w:t>etapy č. 3 dle Přílohy</w:t>
            </w:r>
            <w:bookmarkStart w:id="0" w:name="_GoBack"/>
            <w:bookmarkEnd w:id="0"/>
            <w:r>
              <w:rPr>
                <w:rFonts w:asciiTheme="minorHAnsi" w:hAnsiTheme="minorHAnsi"/>
                <w:szCs w:val="18"/>
              </w:rPr>
              <w:t xml:space="preserve"> č. 8 Smlouvy - Harmonogram</w:t>
            </w:r>
          </w:p>
          <w:p w14:paraId="008A8317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E3E09F8" w14:textId="77777777" w:rsidTr="00D06C7A">
        <w:tc>
          <w:tcPr>
            <w:tcW w:w="2405" w:type="dxa"/>
          </w:tcPr>
          <w:p w14:paraId="5BF00D92" w14:textId="77777777" w:rsidR="008D22C9" w:rsidRDefault="00FC3D46" w:rsidP="00FC3D46">
            <w:pPr>
              <w:jc w:val="left"/>
            </w:pPr>
            <w:r>
              <w:t>Rámcová část plnění</w:t>
            </w:r>
          </w:p>
          <w:p w14:paraId="42398677" w14:textId="3A11D3D2" w:rsidR="00FC3D46" w:rsidRPr="00E255CB" w:rsidRDefault="00FC3D46" w:rsidP="00074BC0">
            <w:pPr>
              <w:jc w:val="left"/>
              <w:rPr>
                <w:rFonts w:asciiTheme="minorHAnsi" w:hAnsiTheme="minorHAnsi"/>
                <w:szCs w:val="18"/>
              </w:rPr>
            </w:pPr>
            <w:r>
              <w:t xml:space="preserve">(realizace případných dodatečných konzultantských a programátorských prací dle bodu </w:t>
            </w:r>
            <w:r w:rsidR="00074BC0">
              <w:t xml:space="preserve">12 </w:t>
            </w:r>
            <w:r>
              <w:t>Bližší specifikace)</w:t>
            </w:r>
          </w:p>
        </w:tc>
        <w:tc>
          <w:tcPr>
            <w:tcW w:w="1843" w:type="dxa"/>
          </w:tcPr>
          <w:p w14:paraId="5BB28275" w14:textId="1E9EA3B7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44CD6550" w:rsidR="008D22C9" w:rsidRPr="00CC7B49" w:rsidRDefault="003141FD" w:rsidP="008D22C9">
            <w:r>
              <w:rPr>
                <w:rFonts w:asciiTheme="minorHAnsi" w:hAnsiTheme="minorHAnsi"/>
                <w:szCs w:val="18"/>
              </w:rPr>
              <w:t>30</w:t>
            </w:r>
          </w:p>
        </w:tc>
        <w:tc>
          <w:tcPr>
            <w:tcW w:w="1919" w:type="dxa"/>
          </w:tcPr>
          <w:p w14:paraId="33E86264" w14:textId="1234BF7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0564398" w14:textId="30F4902F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FC3D46">
              <w:rPr>
                <w:rFonts w:asciiTheme="minorHAnsi" w:hAnsiTheme="minorHAnsi"/>
                <w:szCs w:val="18"/>
              </w:rPr>
              <w:t>realizaci příslušné objednávky</w:t>
            </w:r>
          </w:p>
          <w:p w14:paraId="786BE506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6DCCF51" w14:textId="77777777" w:rsidTr="00D06C7A">
        <w:tc>
          <w:tcPr>
            <w:tcW w:w="2405" w:type="dxa"/>
          </w:tcPr>
          <w:p w14:paraId="22C3F914" w14:textId="09029B55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352B2805" w:rsidR="00F56224" w:rsidRPr="00E255CB" w:rsidRDefault="00345180" w:rsidP="00FC3D46">
      <w:r>
        <w:t>1 MD odpovídá 8 hodinám.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800EC" w14:textId="77777777" w:rsidR="006B5B74" w:rsidRDefault="006B5B74" w:rsidP="00962258">
      <w:pPr>
        <w:spacing w:after="0" w:line="240" w:lineRule="auto"/>
      </w:pPr>
      <w:r>
        <w:separator/>
      </w:r>
    </w:p>
  </w:endnote>
  <w:endnote w:type="continuationSeparator" w:id="0">
    <w:p w14:paraId="7CAC0F37" w14:textId="77777777" w:rsidR="006B5B74" w:rsidRDefault="006B5B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3092B89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04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04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08319" w14:textId="77777777" w:rsidR="006B5B74" w:rsidRDefault="006B5B74" w:rsidP="00962258">
      <w:pPr>
        <w:spacing w:after="0" w:line="240" w:lineRule="auto"/>
      </w:pPr>
      <w:r>
        <w:separator/>
      </w:r>
    </w:p>
  </w:footnote>
  <w:footnote w:type="continuationSeparator" w:id="0">
    <w:p w14:paraId="6FD61BF4" w14:textId="77777777" w:rsidR="006B5B74" w:rsidRDefault="006B5B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4F07"/>
    <w:rsid w:val="00070450"/>
    <w:rsid w:val="00072C1E"/>
    <w:rsid w:val="00074BC0"/>
    <w:rsid w:val="000E23A7"/>
    <w:rsid w:val="000E4423"/>
    <w:rsid w:val="0010693F"/>
    <w:rsid w:val="00114472"/>
    <w:rsid w:val="00121D48"/>
    <w:rsid w:val="001550BC"/>
    <w:rsid w:val="001605B9"/>
    <w:rsid w:val="00170EC5"/>
    <w:rsid w:val="001723AA"/>
    <w:rsid w:val="001747C1"/>
    <w:rsid w:val="00184743"/>
    <w:rsid w:val="00207DF5"/>
    <w:rsid w:val="00255B5B"/>
    <w:rsid w:val="00280E07"/>
    <w:rsid w:val="002C31BF"/>
    <w:rsid w:val="002D08B1"/>
    <w:rsid w:val="002E0CD7"/>
    <w:rsid w:val="003141FD"/>
    <w:rsid w:val="00341DCF"/>
    <w:rsid w:val="00345180"/>
    <w:rsid w:val="003512A0"/>
    <w:rsid w:val="00357BC6"/>
    <w:rsid w:val="003956C6"/>
    <w:rsid w:val="003B71C1"/>
    <w:rsid w:val="003C14C6"/>
    <w:rsid w:val="003C52A8"/>
    <w:rsid w:val="004168C2"/>
    <w:rsid w:val="004263CF"/>
    <w:rsid w:val="00441430"/>
    <w:rsid w:val="00450F07"/>
    <w:rsid w:val="00453CD3"/>
    <w:rsid w:val="00460660"/>
    <w:rsid w:val="00462E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53375"/>
    <w:rsid w:val="00557C28"/>
    <w:rsid w:val="0056107A"/>
    <w:rsid w:val="005736B7"/>
    <w:rsid w:val="00575E5A"/>
    <w:rsid w:val="005F1404"/>
    <w:rsid w:val="0061068E"/>
    <w:rsid w:val="0065015A"/>
    <w:rsid w:val="00660AD3"/>
    <w:rsid w:val="00677B7F"/>
    <w:rsid w:val="006A5570"/>
    <w:rsid w:val="006A689C"/>
    <w:rsid w:val="006B3D79"/>
    <w:rsid w:val="006B5B74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527"/>
    <w:rsid w:val="00886D4B"/>
    <w:rsid w:val="00895406"/>
    <w:rsid w:val="008A3568"/>
    <w:rsid w:val="008D03B9"/>
    <w:rsid w:val="008D06F0"/>
    <w:rsid w:val="008D22C9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D0D2A"/>
    <w:rsid w:val="009E07F4"/>
    <w:rsid w:val="009F392E"/>
    <w:rsid w:val="00A57B7F"/>
    <w:rsid w:val="00A6177B"/>
    <w:rsid w:val="00A66136"/>
    <w:rsid w:val="00A756D0"/>
    <w:rsid w:val="00A8291C"/>
    <w:rsid w:val="00AA4CBB"/>
    <w:rsid w:val="00AA65FA"/>
    <w:rsid w:val="00AA7351"/>
    <w:rsid w:val="00AB3A74"/>
    <w:rsid w:val="00AD056F"/>
    <w:rsid w:val="00AD6731"/>
    <w:rsid w:val="00B036D3"/>
    <w:rsid w:val="00B15D0D"/>
    <w:rsid w:val="00B73B12"/>
    <w:rsid w:val="00B75EE1"/>
    <w:rsid w:val="00B77481"/>
    <w:rsid w:val="00B8518B"/>
    <w:rsid w:val="00BD7E91"/>
    <w:rsid w:val="00C02D0A"/>
    <w:rsid w:val="00C03A6E"/>
    <w:rsid w:val="00C44F6A"/>
    <w:rsid w:val="00C47AE3"/>
    <w:rsid w:val="00CC7B49"/>
    <w:rsid w:val="00CD1FC4"/>
    <w:rsid w:val="00CF04E3"/>
    <w:rsid w:val="00D06C7A"/>
    <w:rsid w:val="00D21061"/>
    <w:rsid w:val="00D25D8F"/>
    <w:rsid w:val="00D4108E"/>
    <w:rsid w:val="00D434B3"/>
    <w:rsid w:val="00D6163D"/>
    <w:rsid w:val="00D73D46"/>
    <w:rsid w:val="00D831A3"/>
    <w:rsid w:val="00DC62C4"/>
    <w:rsid w:val="00DC75F3"/>
    <w:rsid w:val="00DD46F3"/>
    <w:rsid w:val="00DE56F2"/>
    <w:rsid w:val="00DF116D"/>
    <w:rsid w:val="00E23B0D"/>
    <w:rsid w:val="00E36C4A"/>
    <w:rsid w:val="00EB104F"/>
    <w:rsid w:val="00ED14BD"/>
    <w:rsid w:val="00EF3BFB"/>
    <w:rsid w:val="00F0533E"/>
    <w:rsid w:val="00F1048D"/>
    <w:rsid w:val="00F12DEC"/>
    <w:rsid w:val="00F16937"/>
    <w:rsid w:val="00F1715C"/>
    <w:rsid w:val="00F25E4B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BA8BB8-BD0A-4BF6-9E09-77790F33A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8E9D8F-D352-48F2-8CFA-CAB46E93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9</cp:revision>
  <cp:lastPrinted>2017-11-28T17:18:00Z</cp:lastPrinted>
  <dcterms:created xsi:type="dcterms:W3CDTF">2024-05-14T10:22:00Z</dcterms:created>
  <dcterms:modified xsi:type="dcterms:W3CDTF">2024-08-07T09:08:00Z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